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5492E8C" w:rsidR="00FD5E94" w:rsidRPr="00E21328" w:rsidRDefault="008D7BC5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E21328">
        <w:rPr>
          <w:rFonts w:ascii="Calibri" w:hAnsi="Calibri" w:cs="Calibri"/>
          <w:b/>
          <w:lang w:val="en-GB"/>
        </w:rPr>
        <w:t>Kiribati Oil Company Ltd</w:t>
      </w:r>
    </w:p>
    <w:p w14:paraId="41005886" w14:textId="77777777" w:rsidR="008D7BC5" w:rsidRPr="00E21328" w:rsidRDefault="008D7BC5" w:rsidP="00FD5E94">
      <w:pPr>
        <w:ind w:left="5760"/>
        <w:jc w:val="both"/>
        <w:rPr>
          <w:rFonts w:ascii="Calibri" w:hAnsi="Calibri" w:cs="Calibri"/>
          <w:lang w:val="en-GB"/>
        </w:rPr>
      </w:pPr>
      <w:r w:rsidRPr="00E21328">
        <w:rPr>
          <w:rFonts w:ascii="Calibri" w:hAnsi="Calibri" w:cs="Calibri"/>
          <w:lang w:val="en-GB"/>
        </w:rPr>
        <w:t>Po Box 488</w:t>
      </w:r>
    </w:p>
    <w:p w14:paraId="4126D3F7" w14:textId="77777777" w:rsidR="008D7BC5" w:rsidRPr="00E21328" w:rsidRDefault="008D7BC5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E21328">
        <w:rPr>
          <w:rFonts w:ascii="Calibri" w:hAnsi="Calibri" w:cs="Calibri"/>
          <w:lang w:val="en-GB"/>
        </w:rPr>
        <w:t>Betio</w:t>
      </w:r>
      <w:proofErr w:type="spellEnd"/>
    </w:p>
    <w:p w14:paraId="476F4BE3" w14:textId="0D9213DE" w:rsidR="00FD5E94" w:rsidRPr="00E144D7" w:rsidRDefault="008D7BC5" w:rsidP="00FD5E94">
      <w:pPr>
        <w:ind w:left="5760"/>
        <w:jc w:val="both"/>
        <w:rPr>
          <w:rFonts w:ascii="Calibri" w:hAnsi="Calibri" w:cs="Calibri"/>
          <w:lang w:val="en-GB"/>
        </w:rPr>
      </w:pPr>
      <w:r w:rsidRPr="00E21328"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3B1C352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8D7BC5">
        <w:rPr>
          <w:rFonts w:ascii="Calibri" w:hAnsi="Calibri" w:cs="Calibri"/>
          <w:lang w:val="en-GB" w:eastAsia="ko-KR"/>
        </w:rPr>
        <w:t xml:space="preserve"> Kiribati Oil Company Ltd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12462202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A50EF7">
        <w:rPr>
          <w:sz w:val="24"/>
          <w:szCs w:val="24"/>
        </w:rPr>
        <w:t>46-G00</w:t>
      </w:r>
      <w:r w:rsidR="00C6360D">
        <w:rPr>
          <w:sz w:val="24"/>
          <w:szCs w:val="24"/>
        </w:rPr>
        <w:t>8</w:t>
      </w:r>
      <w:r w:rsidR="00A50EF7">
        <w:rPr>
          <w:sz w:val="24"/>
          <w:szCs w:val="24"/>
        </w:rPr>
        <w:t>-23</w:t>
      </w:r>
    </w:p>
    <w:p w14:paraId="63FF277A" w14:textId="278C3F70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C6360D">
        <w:rPr>
          <w:rFonts w:cs="Calibri"/>
          <w:sz w:val="24"/>
          <w:lang w:val="en-GB"/>
        </w:rPr>
        <w:t>1</w:t>
      </w:r>
      <w:r w:rsidR="00775B9D">
        <w:rPr>
          <w:rFonts w:cs="Calibri"/>
          <w:sz w:val="24"/>
          <w:lang w:val="en-GB"/>
        </w:rPr>
        <w:t>2</w:t>
      </w:r>
      <w:r w:rsidR="00C6360D">
        <w:rPr>
          <w:rFonts w:cs="Calibri"/>
          <w:sz w:val="24"/>
          <w:lang w:val="en-GB"/>
        </w:rPr>
        <w:t>/05/2023</w:t>
      </w:r>
    </w:p>
    <w:p w14:paraId="4E9A6489" w14:textId="5FB061F4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C6360D">
        <w:rPr>
          <w:rFonts w:cs="Calibri"/>
          <w:sz w:val="24"/>
          <w:lang w:val="en-GB"/>
        </w:rPr>
        <w:t>05/06/2023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09A6A81A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>Request for Quotation</w:t>
      </w:r>
      <w:r w:rsidR="00BA6246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 xml:space="preserve">(RFQ) for </w:t>
      </w:r>
      <w:r w:rsidR="009649AF">
        <w:rPr>
          <w:rFonts w:cs="Calibri"/>
          <w:sz w:val="24"/>
          <w:lang w:val="en-GB"/>
        </w:rPr>
        <w:t>850m (4inch) bunkering discharge pipeline and 750m discharge pipeline (8inch)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4D53E8BF" w14:textId="77777777" w:rsidR="00361E4A" w:rsidRDefault="00361E4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</w:p>
    <w:p w14:paraId="2714BD55" w14:textId="70539546" w:rsidR="00361E4A" w:rsidRDefault="00361E4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7423F7">
        <w:rPr>
          <w:rFonts w:cs="Arial"/>
          <w:noProof/>
          <w:sz w:val="22"/>
          <w:szCs w:val="22"/>
        </w:rPr>
        <w:drawing>
          <wp:inline distT="0" distB="0" distL="0" distR="0" wp14:anchorId="1FD80731" wp14:editId="456C8C6A">
            <wp:extent cx="853440" cy="3124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39D93" w14:textId="59F51955" w:rsidR="00FD5E94" w:rsidRDefault="00916B0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Tiimi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Kaiekieki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</w:p>
    <w:p w14:paraId="36363DFE" w14:textId="2AD9A679" w:rsidR="00916B08" w:rsidRPr="00E144D7" w:rsidRDefault="00916B0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CEO</w:t>
      </w:r>
    </w:p>
    <w:p w14:paraId="7DE98D9E" w14:textId="048BF337" w:rsidR="008857C5" w:rsidRPr="00E144D7" w:rsidRDefault="00FD5E94" w:rsidP="00BA624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="002C506D" w:rsidRPr="00E144D7">
        <w:rPr>
          <w:i/>
          <w:color w:val="FF0000"/>
          <w:lang w:val="en-GB" w:eastAsia="ko-KR"/>
        </w:rPr>
        <w:t>*</w:t>
      </w:r>
      <w:r w:rsidR="002C506D"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="002C506D"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  <w:bookmarkStart w:id="5" w:name="_GoBack"/>
      <w:bookmarkEnd w:id="5"/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8BF53" w14:textId="77777777" w:rsidR="00BB3351" w:rsidRDefault="00BB3351">
      <w:r>
        <w:separator/>
      </w:r>
    </w:p>
  </w:endnote>
  <w:endnote w:type="continuationSeparator" w:id="0">
    <w:p w14:paraId="650F8542" w14:textId="77777777" w:rsidR="00BB3351" w:rsidRDefault="00BB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9673A" w:rsidRPr="0089673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9673A" w:rsidRPr="0089673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170DC03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9673A">
      <w:rPr>
        <w:noProof/>
      </w:rPr>
      <w:t>2023-05-11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325D3" w14:textId="77777777" w:rsidR="00BB3351" w:rsidRDefault="00BB3351">
      <w:r>
        <w:separator/>
      </w:r>
    </w:p>
  </w:footnote>
  <w:footnote w:type="continuationSeparator" w:id="0">
    <w:p w14:paraId="7E931734" w14:textId="77777777" w:rsidR="00BB3351" w:rsidRDefault="00BB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C872" w14:textId="3A938A56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21F3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09B0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8CC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276F4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E4A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36D7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4806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8D7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3AD6"/>
    <w:rsid w:val="00664CA5"/>
    <w:rsid w:val="00665D0C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B9D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AE5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673A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7BC5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6B08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1AE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AF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4F5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0EF7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6D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95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154C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246"/>
    <w:rsid w:val="00BA724F"/>
    <w:rsid w:val="00BA74AC"/>
    <w:rsid w:val="00BB004D"/>
    <w:rsid w:val="00BB1893"/>
    <w:rsid w:val="00BB25AD"/>
    <w:rsid w:val="00BB281E"/>
    <w:rsid w:val="00BB3351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0D"/>
    <w:rsid w:val="00C636BA"/>
    <w:rsid w:val="00C6587F"/>
    <w:rsid w:val="00C668C3"/>
    <w:rsid w:val="00C66D42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28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788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48B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582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FD4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E2F963-BF30-464F-A034-1C414729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1283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CEO</cp:lastModifiedBy>
  <cp:revision>2</cp:revision>
  <cp:lastPrinted>2023-05-11T04:50:00Z</cp:lastPrinted>
  <dcterms:created xsi:type="dcterms:W3CDTF">2023-05-11T05:01:00Z</dcterms:created>
  <dcterms:modified xsi:type="dcterms:W3CDTF">2023-05-11T05:01:00Z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